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7DC" w:rsidRPr="004D041B" w:rsidRDefault="006B17DC" w:rsidP="009A4E8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Agenda: Monday</w:t>
      </w:r>
      <w:r w:rsidRPr="004D041B">
        <w:rPr>
          <w:rFonts w:ascii="Arial" w:hAnsi="Arial" w:cs="Arial"/>
          <w:b/>
          <w:sz w:val="44"/>
          <w:szCs w:val="44"/>
        </w:rPr>
        <w:t xml:space="preserve">, </w:t>
      </w:r>
      <w:r>
        <w:rPr>
          <w:rFonts w:ascii="Arial" w:hAnsi="Arial" w:cs="Arial"/>
          <w:b/>
          <w:sz w:val="44"/>
          <w:szCs w:val="44"/>
        </w:rPr>
        <w:t>10/18</w:t>
      </w:r>
    </w:p>
    <w:p w:rsidR="006B17DC" w:rsidRDefault="006B17DC" w:rsidP="009A4E8A">
      <w:pPr>
        <w:rPr>
          <w:rFonts w:ascii="Arial" w:hAnsi="Arial" w:cs="Arial"/>
          <w:b/>
          <w:sz w:val="38"/>
          <w:szCs w:val="38"/>
        </w:rPr>
      </w:pPr>
    </w:p>
    <w:p w:rsidR="006B17DC" w:rsidRDefault="006B17DC" w:rsidP="009A4E8A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Laptops to finish typing report</w:t>
      </w:r>
    </w:p>
    <w:p w:rsidR="006B17DC" w:rsidRDefault="006B17DC" w:rsidP="009A4E8A">
      <w:pPr>
        <w:rPr>
          <w:rFonts w:ascii="Arial" w:hAnsi="Arial" w:cs="Arial"/>
          <w:b/>
          <w:sz w:val="38"/>
          <w:szCs w:val="38"/>
        </w:rPr>
      </w:pPr>
    </w:p>
    <w:p w:rsidR="006B17DC" w:rsidRDefault="006B17DC" w:rsidP="009A4E8A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Take out:</w:t>
      </w:r>
    </w:p>
    <w:p w:rsidR="006B17DC" w:rsidRDefault="006B17DC" w:rsidP="009454CC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Lab Contracts</w:t>
      </w:r>
    </w:p>
    <w:p w:rsidR="006B17DC" w:rsidRDefault="006B17DC" w:rsidP="009A4E8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Notebook</w:t>
      </w:r>
    </w:p>
    <w:p w:rsidR="006B17DC" w:rsidRDefault="006B17DC" w:rsidP="009A4E8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Lab organizer(s)</w:t>
      </w:r>
    </w:p>
    <w:p w:rsidR="006B17DC" w:rsidRPr="00CD0872" w:rsidRDefault="006B17DC" w:rsidP="00CD0872">
      <w:pPr>
        <w:rPr>
          <w:rFonts w:ascii="Arial" w:hAnsi="Arial" w:cs="Arial"/>
          <w:b/>
          <w:sz w:val="40"/>
          <w:szCs w:val="38"/>
        </w:rPr>
      </w:pPr>
    </w:p>
    <w:p w:rsidR="006B17DC" w:rsidRDefault="006B17DC" w:rsidP="009A4E8A">
      <w:pPr>
        <w:rPr>
          <w:rFonts w:ascii="Arial" w:hAnsi="Arial" w:cs="Arial"/>
          <w:b/>
          <w:sz w:val="38"/>
          <w:szCs w:val="38"/>
        </w:rPr>
      </w:pPr>
    </w:p>
    <w:p w:rsidR="006B17DC" w:rsidRDefault="006B17DC" w:rsidP="0045433C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Finish formal lab report- due TOMORROW</w:t>
      </w:r>
    </w:p>
    <w:p w:rsidR="006B17DC" w:rsidRDefault="006B17DC" w:rsidP="0045433C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Is the format completed?</w:t>
      </w:r>
    </w:p>
    <w:p w:rsidR="006B17DC" w:rsidRDefault="006B17DC" w:rsidP="0045433C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Did you include your data tables?</w:t>
      </w:r>
    </w:p>
    <w:p w:rsidR="006B17DC" w:rsidRDefault="006B17DC" w:rsidP="0045433C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Were your answers clearly written?  Do they make sense?</w:t>
      </w:r>
    </w:p>
    <w:p w:rsidR="006B17DC" w:rsidRDefault="006B17DC" w:rsidP="0045433C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Did you include your name?</w:t>
      </w:r>
    </w:p>
    <w:p w:rsidR="006B17DC" w:rsidRDefault="006B17DC" w:rsidP="0045433C">
      <w:pPr>
        <w:ind w:left="360"/>
        <w:rPr>
          <w:rFonts w:ascii="Arial" w:hAnsi="Arial" w:cs="Arial"/>
          <w:b/>
          <w:sz w:val="38"/>
          <w:szCs w:val="38"/>
        </w:rPr>
      </w:pPr>
    </w:p>
    <w:p w:rsidR="006B17DC" w:rsidRDefault="006B17DC" w:rsidP="0045433C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Acceleration (Section 11.3)- 2 CHOICES</w:t>
      </w:r>
    </w:p>
    <w:p w:rsidR="006B17DC" w:rsidRPr="0045433C" w:rsidRDefault="006B17DC" w:rsidP="0045433C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Online Textbook work</w:t>
      </w:r>
    </w:p>
    <w:p w:rsidR="006B17DC" w:rsidRDefault="006B17DC" w:rsidP="0045433C">
      <w:pPr>
        <w:numPr>
          <w:ilvl w:val="2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Go to my website (“Links”</w:t>
      </w:r>
      <w:bookmarkStart w:id="0" w:name="_GoBack"/>
      <w:bookmarkEnd w:id="0"/>
      <w:r>
        <w:rPr>
          <w:rFonts w:ascii="Arial" w:hAnsi="Arial" w:cs="Arial"/>
          <w:b/>
          <w:sz w:val="38"/>
          <w:szCs w:val="38"/>
        </w:rPr>
        <w:t>)</w:t>
      </w:r>
    </w:p>
    <w:p w:rsidR="006B17DC" w:rsidRDefault="006B17DC" w:rsidP="0045433C">
      <w:pPr>
        <w:numPr>
          <w:ilvl w:val="2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Read Section 11.3</w:t>
      </w:r>
    </w:p>
    <w:p w:rsidR="006B17DC" w:rsidRDefault="006B17DC" w:rsidP="0045433C">
      <w:pPr>
        <w:numPr>
          <w:ilvl w:val="2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YAYAs or paragraph summaries</w:t>
      </w:r>
    </w:p>
    <w:p w:rsidR="006B17DC" w:rsidRDefault="006B17DC" w:rsidP="0045433C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Acceleration activities online</w:t>
      </w:r>
    </w:p>
    <w:p w:rsidR="006B17DC" w:rsidRDefault="006B17DC" w:rsidP="0045433C">
      <w:pPr>
        <w:numPr>
          <w:ilvl w:val="2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Go to my website</w:t>
      </w:r>
    </w:p>
    <w:p w:rsidR="006B17DC" w:rsidRDefault="006B17DC" w:rsidP="0045433C">
      <w:pPr>
        <w:numPr>
          <w:ilvl w:val="2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Click on “Classwork” link</w:t>
      </w:r>
    </w:p>
    <w:p w:rsidR="006B17DC" w:rsidRDefault="006B17DC" w:rsidP="0045433C">
      <w:pPr>
        <w:numPr>
          <w:ilvl w:val="2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Choose your activity and follow the directions</w:t>
      </w:r>
    </w:p>
    <w:p w:rsidR="006B17DC" w:rsidRDefault="006B17DC" w:rsidP="009A4E8A">
      <w:pPr>
        <w:rPr>
          <w:b/>
        </w:rPr>
      </w:pPr>
    </w:p>
    <w:p w:rsidR="006B17DC" w:rsidRDefault="006B17DC" w:rsidP="009A4E8A">
      <w:pPr>
        <w:rPr>
          <w:b/>
        </w:rPr>
      </w:pPr>
    </w:p>
    <w:p w:rsidR="006B17DC" w:rsidRDefault="006B17DC" w:rsidP="009A4E8A">
      <w:pPr>
        <w:rPr>
          <w:b/>
        </w:rPr>
      </w:pPr>
    </w:p>
    <w:p w:rsidR="006B17DC" w:rsidRDefault="006B17DC" w:rsidP="009A4E8A">
      <w:pPr>
        <w:rPr>
          <w:b/>
        </w:rPr>
      </w:pPr>
    </w:p>
    <w:p w:rsidR="006B17DC" w:rsidRPr="007E0D3D" w:rsidRDefault="006B17DC" w:rsidP="009A4E8A">
      <w:pPr>
        <w:rPr>
          <w:b/>
        </w:rPr>
      </w:pPr>
    </w:p>
    <w:p w:rsidR="006B17DC" w:rsidRDefault="006B17DC">
      <w:hyperlink r:id="rId5" w:history="1">
        <w:r w:rsidRPr="003D790C">
          <w:rPr>
            <w:rStyle w:val="Hyperlink"/>
          </w:rPr>
          <w:t>http://www.edu.pe.ca/threeoaks/science/grassroots/physics/acceleration/acc_mc1.htm</w:t>
        </w:r>
      </w:hyperlink>
    </w:p>
    <w:p w:rsidR="006B17DC" w:rsidRDefault="006B17DC"/>
    <w:p w:rsidR="006B17DC" w:rsidRDefault="006B17DC">
      <w:hyperlink r:id="rId6" w:history="1">
        <w:r w:rsidRPr="003D790C">
          <w:rPr>
            <w:rStyle w:val="Hyperlink"/>
          </w:rPr>
          <w:t>http://www.fearofphysics.com/Xva/xva.html</w:t>
        </w:r>
      </w:hyperlink>
    </w:p>
    <w:p w:rsidR="006B17DC" w:rsidRDefault="006B17DC"/>
    <w:p w:rsidR="006B17DC" w:rsidRDefault="006B17DC" w:rsidP="00572DC7">
      <w:hyperlink r:id="rId7" w:history="1">
        <w:r w:rsidRPr="003D790C">
          <w:rPr>
            <w:rStyle w:val="Hyperlink"/>
          </w:rPr>
          <w:t>http://www.edinformatics.com/math_science/acceleration.htm</w:t>
        </w:r>
      </w:hyperlink>
    </w:p>
    <w:p w:rsidR="006B17DC" w:rsidRDefault="006B17DC" w:rsidP="00572DC7"/>
    <w:sectPr w:rsidR="006B17DC" w:rsidSect="00572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576C2"/>
    <w:multiLevelType w:val="hybridMultilevel"/>
    <w:tmpl w:val="027EFF32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0F040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00F0409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4E8A"/>
    <w:rsid w:val="000523D1"/>
    <w:rsid w:val="00241205"/>
    <w:rsid w:val="003D790C"/>
    <w:rsid w:val="0045433C"/>
    <w:rsid w:val="004C5363"/>
    <w:rsid w:val="004D041B"/>
    <w:rsid w:val="00572DC7"/>
    <w:rsid w:val="006202EF"/>
    <w:rsid w:val="006B17DC"/>
    <w:rsid w:val="007E0D3D"/>
    <w:rsid w:val="008B6709"/>
    <w:rsid w:val="009454CC"/>
    <w:rsid w:val="009A4E8A"/>
    <w:rsid w:val="00A13085"/>
    <w:rsid w:val="00AE1261"/>
    <w:rsid w:val="00CA4490"/>
    <w:rsid w:val="00CD0872"/>
    <w:rsid w:val="00D7366C"/>
    <w:rsid w:val="00F01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E8A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C536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informatics.com/math_science/acceleratio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earofphysics.com/Xva/xva.html" TargetMode="External"/><Relationship Id="rId5" Type="http://schemas.openxmlformats.org/officeDocument/2006/relationships/hyperlink" Target="http://www.edu.pe.ca/threeoaks/science/grassroots/physics/acceleration/acc_mc1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463</TotalTime>
  <Pages>2</Pages>
  <Words>144</Words>
  <Characters>825</Characters>
  <Application>Microsoft Office Outlook</Application>
  <DocSecurity>0</DocSecurity>
  <Lines>0</Lines>
  <Paragraphs>0</Paragraphs>
  <ScaleCrop>false</ScaleCrop>
  <Company>Norristown Area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Laskey, Concetta</dc:creator>
  <cp:keywords/>
  <dc:description/>
  <cp:lastModifiedBy>NASD</cp:lastModifiedBy>
  <cp:revision>11</cp:revision>
  <dcterms:created xsi:type="dcterms:W3CDTF">2010-10-15T15:14:00Z</dcterms:created>
  <dcterms:modified xsi:type="dcterms:W3CDTF">2010-10-18T15:27:00Z</dcterms:modified>
</cp:coreProperties>
</file>